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17134B">
        <w:rPr>
          <w:rFonts w:ascii="Corbel" w:hAnsi="Corbel"/>
          <w:b/>
          <w:i/>
          <w:smallCaps/>
          <w:sz w:val="24"/>
          <w:szCs w:val="24"/>
        </w:rPr>
        <w:t>2022-2025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28317E" w:rsidRDefault="0028317E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28317E">
        <w:rPr>
          <w:rFonts w:ascii="Corbel" w:hAnsi="Corbel"/>
          <w:b/>
          <w:sz w:val="20"/>
          <w:szCs w:val="20"/>
        </w:rPr>
        <w:t xml:space="preserve">Rok akademicki </w:t>
      </w:r>
      <w:r w:rsidR="00DA4EBE" w:rsidRPr="0028317E">
        <w:rPr>
          <w:rFonts w:ascii="Corbel" w:hAnsi="Corbel"/>
          <w:b/>
          <w:sz w:val="20"/>
          <w:szCs w:val="20"/>
        </w:rPr>
        <w:t>20</w:t>
      </w:r>
      <w:r w:rsidR="00A40C29" w:rsidRPr="0028317E">
        <w:rPr>
          <w:rFonts w:ascii="Corbel" w:hAnsi="Corbel"/>
          <w:b/>
          <w:sz w:val="20"/>
          <w:szCs w:val="20"/>
        </w:rPr>
        <w:t>2</w:t>
      </w:r>
      <w:r w:rsidR="0017134B">
        <w:rPr>
          <w:rFonts w:ascii="Corbel" w:hAnsi="Corbel"/>
          <w:b/>
          <w:sz w:val="20"/>
          <w:szCs w:val="20"/>
        </w:rPr>
        <w:t>4</w:t>
      </w:r>
      <w:r w:rsidR="00DA4EBE" w:rsidRPr="0028317E">
        <w:rPr>
          <w:rFonts w:ascii="Corbel" w:hAnsi="Corbel"/>
          <w:b/>
          <w:sz w:val="20"/>
          <w:szCs w:val="20"/>
        </w:rPr>
        <w:t>/202</w:t>
      </w:r>
      <w:r w:rsidR="0017134B">
        <w:rPr>
          <w:rFonts w:ascii="Corbel" w:hAnsi="Corbel"/>
          <w:b/>
          <w:sz w:val="20"/>
          <w:szCs w:val="20"/>
        </w:rPr>
        <w:t>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28317E" w:rsidRDefault="005505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8317E">
              <w:rPr>
                <w:rFonts w:ascii="Corbel" w:hAnsi="Corbel"/>
                <w:sz w:val="24"/>
                <w:szCs w:val="24"/>
              </w:rPr>
              <w:t>Projektowanie programów pracy z rodziną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1C1F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1F2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315C0B" w:rsidRDefault="00315C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15C0B">
              <w:rPr>
                <w:rStyle w:val="Pogrubienie"/>
                <w:rFonts w:ascii="Corbel" w:hAnsi="Corbel" w:cs="Arial"/>
                <w:color w:val="000000" w:themeColor="text1"/>
                <w:sz w:val="23"/>
                <w:szCs w:val="23"/>
                <w:shd w:val="clear" w:color="auto" w:fill="FEFEFE"/>
              </w:rPr>
              <w:t>Instytut Pedagogiki 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28317E" w:rsidRDefault="00E723E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8317E">
              <w:rPr>
                <w:rFonts w:ascii="Corbel" w:hAnsi="Corbel"/>
                <w:sz w:val="24"/>
                <w:szCs w:val="24"/>
              </w:rPr>
              <w:t>Rok 3, semestr 5, 6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Przedmioty</w:t>
            </w:r>
            <w:r w:rsidR="00CA773C">
              <w:rPr>
                <w:rFonts w:ascii="Corbel" w:hAnsi="Corbel"/>
                <w:b w:val="0"/>
                <w:sz w:val="24"/>
                <w:szCs w:val="24"/>
              </w:rPr>
              <w:t xml:space="preserve"> kierunkowe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B844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 Urbańska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28317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Default="00015B8F" w:rsidP="0028317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28317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28317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28317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28317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28317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8317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28317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28317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28317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28317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28317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723E8" w:rsidP="002831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831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723E8" w:rsidP="002831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831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831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831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831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831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831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723E8" w:rsidP="002831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:rsidTr="0028317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E723E8" w:rsidP="002831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2831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E723E8" w:rsidP="002831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2831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2831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2831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2831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2831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2831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E723E8" w:rsidP="002831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A4EB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A4EBE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3A7FD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79454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znajomość instytucji systemu pomocy społecznej i wspierania rodziny</w:t>
            </w:r>
            <w:r w:rsidR="006E28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5747A" w:rsidRPr="009C54AE" w:rsidTr="00573ABC">
        <w:tc>
          <w:tcPr>
            <w:tcW w:w="845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85747A" w:rsidRPr="009C54AE" w:rsidRDefault="00573AB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wiedzą teoretyczną w zakresie projektowania różnego rodzaju programów wsparcia rodziny</w:t>
            </w:r>
            <w:r w:rsidR="00E76BE8">
              <w:rPr>
                <w:rFonts w:ascii="Corbel" w:hAnsi="Corbel"/>
                <w:b w:val="0"/>
                <w:sz w:val="24"/>
                <w:szCs w:val="24"/>
              </w:rPr>
              <w:t xml:space="preserve"> i pracy z rodziną</w:t>
            </w:r>
            <w:r>
              <w:rPr>
                <w:rFonts w:ascii="Corbel" w:hAnsi="Corbel"/>
                <w:b w:val="0"/>
                <w:sz w:val="24"/>
                <w:szCs w:val="24"/>
              </w:rPr>
              <w:t>, znajdującej się na różnych etapach życia rodzinnego oraz w różnych sytuacjach życiowych i rodzinnych.</w:t>
            </w:r>
          </w:p>
        </w:tc>
      </w:tr>
      <w:tr w:rsidR="0085747A" w:rsidRPr="009C54AE" w:rsidTr="00573ABC">
        <w:tc>
          <w:tcPr>
            <w:tcW w:w="845" w:type="dxa"/>
            <w:vAlign w:val="center"/>
          </w:tcPr>
          <w:p w:rsidR="0085747A" w:rsidRPr="009C54AE" w:rsidRDefault="006E285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85747A" w:rsidRPr="009C54AE" w:rsidRDefault="00573AB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Rozwijanie umiejętności praktycznych w zakresie projektowania działań </w:t>
            </w:r>
            <w:r w:rsidR="00E76BE8">
              <w:rPr>
                <w:rFonts w:ascii="Corbel" w:hAnsi="Corbel"/>
                <w:b w:val="0"/>
                <w:sz w:val="24"/>
                <w:szCs w:val="24"/>
              </w:rPr>
              <w:t xml:space="preserve">wspierających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na rzecz rodziny, zwłaszcza </w:t>
            </w:r>
            <w:r w:rsidR="00E76BE8">
              <w:rPr>
                <w:rFonts w:ascii="Corbel" w:hAnsi="Corbel"/>
                <w:b w:val="0"/>
                <w:sz w:val="24"/>
                <w:szCs w:val="24"/>
              </w:rPr>
              <w:t>rodziny przeżywającej trudności w zakresie realizacji funkcji opiekuńczo-wychowawczych, w zależności od potrzeb i zasobów rodziny i środowiska lokalnego, na różnych poziomach profilaktyki.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A93EC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93EC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E76BE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Przedstawi </w:t>
            </w:r>
            <w:r w:rsidR="006E285B">
              <w:rPr>
                <w:rFonts w:ascii="Corbel" w:hAnsi="Corbel"/>
                <w:b w:val="0"/>
                <w:smallCaps w:val="0"/>
                <w:szCs w:val="24"/>
              </w:rPr>
              <w:t xml:space="preserve">interdyscyplinarne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powiązania wiedzy w obszarze współczesnych kierunków pracy z rodziną i jej wsparcia</w:t>
            </w:r>
            <w:r w:rsidR="008E6B0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</w:t>
            </w:r>
            <w:r w:rsidR="006E285B">
              <w:rPr>
                <w:rFonts w:ascii="Corbel" w:hAnsi="Corbel"/>
                <w:b w:val="0"/>
                <w:smallCaps w:val="0"/>
                <w:szCs w:val="24"/>
              </w:rPr>
              <w:t xml:space="preserve">różnymi naukami, w tym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psychologią, pedagogiką, socjologią, prawem</w:t>
            </w:r>
            <w:r w:rsidR="006E285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9C54AE" w:rsidRDefault="00E76BE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A93EC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D4229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</w:t>
            </w:r>
            <w:r w:rsidR="00A738AF">
              <w:rPr>
                <w:rFonts w:ascii="Corbel" w:hAnsi="Corbel"/>
                <w:b w:val="0"/>
                <w:smallCaps w:val="0"/>
                <w:szCs w:val="24"/>
              </w:rPr>
              <w:t>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normy i procedury stosowane w </w:t>
            </w:r>
            <w:r w:rsidR="006E285B">
              <w:rPr>
                <w:rFonts w:ascii="Corbel" w:hAnsi="Corbel"/>
                <w:b w:val="0"/>
                <w:smallCaps w:val="0"/>
                <w:szCs w:val="24"/>
              </w:rPr>
              <w:t xml:space="preserve">różnych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instytucjach i organizacjach zajmujących się </w:t>
            </w:r>
            <w:r w:rsidR="006E285B">
              <w:rPr>
                <w:rFonts w:ascii="Corbel" w:hAnsi="Corbel"/>
                <w:b w:val="0"/>
                <w:smallCaps w:val="0"/>
                <w:szCs w:val="24"/>
              </w:rPr>
              <w:t>pomocą i wsparciem rodziny.</w:t>
            </w:r>
          </w:p>
        </w:tc>
        <w:tc>
          <w:tcPr>
            <w:tcW w:w="1873" w:type="dxa"/>
          </w:tcPr>
          <w:p w:rsidR="0085747A" w:rsidRPr="009C54AE" w:rsidRDefault="00E76BE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A93EC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41CCB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E76BE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85747A" w:rsidRPr="009C54AE" w:rsidRDefault="00D4229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Zaplanuje i zrealizuje projekt pomocowy </w:t>
            </w:r>
            <w:r w:rsidR="006E285B">
              <w:rPr>
                <w:rFonts w:ascii="Corbel" w:hAnsi="Corbel"/>
                <w:b w:val="0"/>
                <w:smallCaps w:val="0"/>
                <w:szCs w:val="24"/>
              </w:rPr>
              <w:t>na rzecz rodziny</w:t>
            </w:r>
            <w:r w:rsidR="00A41CCB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4A4876">
              <w:rPr>
                <w:rFonts w:ascii="Corbel" w:hAnsi="Corbel"/>
                <w:b w:val="0"/>
                <w:smallCaps w:val="0"/>
                <w:szCs w:val="24"/>
              </w:rPr>
              <w:t xml:space="preserve">adekwatnie do </w:t>
            </w:r>
            <w:r w:rsidR="002A5B8E">
              <w:rPr>
                <w:rFonts w:ascii="Corbel" w:hAnsi="Corbel"/>
                <w:b w:val="0"/>
                <w:smallCaps w:val="0"/>
                <w:szCs w:val="24"/>
              </w:rPr>
              <w:t>specyfiki danego środowiska rodzinnego</w:t>
            </w:r>
            <w:r w:rsidR="00DB0128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 w:rsidR="002A5B8E">
              <w:rPr>
                <w:rFonts w:ascii="Corbel" w:hAnsi="Corbel"/>
                <w:b w:val="0"/>
                <w:smallCaps w:val="0"/>
                <w:szCs w:val="24"/>
              </w:rPr>
              <w:t xml:space="preserve">potrzeb rodziny, z uwzględnieniem specyfiki różnych </w:t>
            </w:r>
            <w:r w:rsidR="00DB0128">
              <w:rPr>
                <w:rFonts w:ascii="Corbel" w:hAnsi="Corbel"/>
                <w:b w:val="0"/>
                <w:smallCaps w:val="0"/>
                <w:szCs w:val="24"/>
              </w:rPr>
              <w:t>rodzajów programów i</w:t>
            </w:r>
            <w:r w:rsidR="00A93ECA">
              <w:rPr>
                <w:rFonts w:ascii="Corbel" w:hAnsi="Corbel"/>
                <w:b w:val="0"/>
                <w:smallCaps w:val="0"/>
                <w:szCs w:val="24"/>
              </w:rPr>
              <w:t xml:space="preserve"> form działań </w:t>
            </w:r>
            <w:r w:rsidR="004A4876">
              <w:rPr>
                <w:rFonts w:ascii="Corbel" w:hAnsi="Corbel"/>
                <w:b w:val="0"/>
                <w:smallCaps w:val="0"/>
                <w:szCs w:val="24"/>
              </w:rPr>
              <w:t>pomocowych</w:t>
            </w:r>
            <w:r w:rsidR="00870B78">
              <w:rPr>
                <w:rFonts w:ascii="Corbel" w:hAnsi="Corbel"/>
                <w:b w:val="0"/>
                <w:smallCaps w:val="0"/>
                <w:szCs w:val="24"/>
              </w:rPr>
              <w:t xml:space="preserve"> oraz poziomów profilaktyki.</w:t>
            </w:r>
          </w:p>
        </w:tc>
        <w:tc>
          <w:tcPr>
            <w:tcW w:w="1873" w:type="dxa"/>
          </w:tcPr>
          <w:p w:rsidR="0085747A" w:rsidRPr="009C54AE" w:rsidRDefault="00E76BE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A93ECA" w:rsidRPr="009C54AE" w:rsidTr="005E6E85">
        <w:tc>
          <w:tcPr>
            <w:tcW w:w="1701" w:type="dxa"/>
          </w:tcPr>
          <w:p w:rsidR="00E76BE8" w:rsidRPr="009C54AE" w:rsidRDefault="00A41C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E76BE8" w:rsidRPr="009C54AE" w:rsidRDefault="00A41C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Wykorzysta podstawowe umiejętności organizacyjne do planowania i realizacji </w:t>
            </w:r>
            <w:r w:rsidR="00E23578">
              <w:rPr>
                <w:rFonts w:ascii="Corbel" w:hAnsi="Corbel"/>
                <w:b w:val="0"/>
                <w:smallCaps w:val="0"/>
                <w:szCs w:val="24"/>
              </w:rPr>
              <w:t>projektów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związanych z </w:t>
            </w:r>
            <w:r w:rsidR="00A93ECA">
              <w:rPr>
                <w:rFonts w:ascii="Corbel" w:hAnsi="Corbel"/>
                <w:b w:val="0"/>
                <w:smallCaps w:val="0"/>
                <w:szCs w:val="24"/>
              </w:rPr>
              <w:t xml:space="preserve">różnymi </w:t>
            </w:r>
            <w:r w:rsidR="00CC5DCE">
              <w:rPr>
                <w:rFonts w:ascii="Corbel" w:hAnsi="Corbel"/>
                <w:b w:val="0"/>
                <w:smallCaps w:val="0"/>
                <w:szCs w:val="24"/>
              </w:rPr>
              <w:t>rodzajami</w:t>
            </w:r>
            <w:r w:rsidR="002A159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A5B8E">
              <w:rPr>
                <w:rFonts w:ascii="Corbel" w:hAnsi="Corbel"/>
                <w:b w:val="0"/>
                <w:smallCaps w:val="0"/>
                <w:szCs w:val="24"/>
              </w:rPr>
              <w:t>działa</w:t>
            </w:r>
            <w:r w:rsidR="002A1599">
              <w:rPr>
                <w:rFonts w:ascii="Corbel" w:hAnsi="Corbel"/>
                <w:b w:val="0"/>
                <w:smallCaps w:val="0"/>
                <w:szCs w:val="24"/>
              </w:rPr>
              <w:t>ń</w:t>
            </w:r>
            <w:r w:rsidR="002A5B8E">
              <w:rPr>
                <w:rFonts w:ascii="Corbel" w:hAnsi="Corbel"/>
                <w:b w:val="0"/>
                <w:smallCaps w:val="0"/>
                <w:szCs w:val="24"/>
              </w:rPr>
              <w:t xml:space="preserve"> pomoco</w:t>
            </w:r>
            <w:r w:rsidR="002A1599">
              <w:rPr>
                <w:rFonts w:ascii="Corbel" w:hAnsi="Corbel"/>
                <w:b w:val="0"/>
                <w:smallCaps w:val="0"/>
                <w:szCs w:val="24"/>
              </w:rPr>
              <w:t>wych</w:t>
            </w:r>
            <w:r w:rsidR="002A5B8E">
              <w:rPr>
                <w:rFonts w:ascii="Corbel" w:hAnsi="Corbel"/>
                <w:b w:val="0"/>
                <w:smallCaps w:val="0"/>
                <w:szCs w:val="24"/>
              </w:rPr>
              <w:t xml:space="preserve"> na rzecz rodziny oraz jej wsparciem</w:t>
            </w:r>
            <w:r w:rsidR="00A93ECA">
              <w:rPr>
                <w:rFonts w:ascii="Corbel" w:hAnsi="Corbel"/>
                <w:b w:val="0"/>
                <w:smallCaps w:val="0"/>
                <w:szCs w:val="24"/>
              </w:rPr>
              <w:t xml:space="preserve"> w środowisku lokalnym</w:t>
            </w:r>
            <w:r w:rsidR="002A5B8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E76BE8" w:rsidRDefault="00E76BE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A93ECA" w:rsidRPr="009C54AE" w:rsidTr="005E6E85">
        <w:tc>
          <w:tcPr>
            <w:tcW w:w="1701" w:type="dxa"/>
          </w:tcPr>
          <w:p w:rsidR="00E76BE8" w:rsidRPr="009C54AE" w:rsidRDefault="00A41C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E76BE8" w:rsidRPr="009C54AE" w:rsidRDefault="00216BA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Opracuje wniosek o przyznanie środków na realizację działań o charakterze pomocowym na rzecz rodziny w postaci projektu socjalnego</w:t>
            </w:r>
            <w:r w:rsidR="00A93EC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E76BE8" w:rsidRDefault="00E76BE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A93ECA" w:rsidRPr="009C54AE" w:rsidTr="005E6E85">
        <w:tc>
          <w:tcPr>
            <w:tcW w:w="1701" w:type="dxa"/>
          </w:tcPr>
          <w:p w:rsidR="00E76BE8" w:rsidRPr="009C54AE" w:rsidRDefault="00A41C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E76BE8" w:rsidRPr="009C54AE" w:rsidRDefault="004A48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Przygotuje pisemny projekt </w:t>
            </w:r>
            <w:r w:rsidR="00A93ECA">
              <w:rPr>
                <w:rFonts w:ascii="Corbel" w:hAnsi="Corbel"/>
                <w:b w:val="0"/>
                <w:smallCaps w:val="0"/>
                <w:szCs w:val="24"/>
              </w:rPr>
              <w:t xml:space="preserve">działań pomocowych i wspierających </w:t>
            </w:r>
            <w:r w:rsidR="002A1599">
              <w:rPr>
                <w:rFonts w:ascii="Corbel" w:hAnsi="Corbel"/>
                <w:b w:val="0"/>
                <w:smallCaps w:val="0"/>
                <w:szCs w:val="24"/>
              </w:rPr>
              <w:t>rodzinę</w:t>
            </w:r>
            <w:r w:rsidR="00A93ECA">
              <w:rPr>
                <w:rFonts w:ascii="Corbel" w:hAnsi="Corbel"/>
                <w:b w:val="0"/>
                <w:smallCaps w:val="0"/>
                <w:szCs w:val="24"/>
              </w:rPr>
              <w:t xml:space="preserve">, z uwzględnieniem specyfiki różnych </w:t>
            </w:r>
            <w:r w:rsidR="00CC5DCE">
              <w:rPr>
                <w:rFonts w:ascii="Corbel" w:hAnsi="Corbel"/>
                <w:b w:val="0"/>
                <w:smallCaps w:val="0"/>
                <w:szCs w:val="24"/>
              </w:rPr>
              <w:t>rodzajów</w:t>
            </w:r>
            <w:r w:rsidR="00DB0128">
              <w:rPr>
                <w:rFonts w:ascii="Corbel" w:hAnsi="Corbel"/>
                <w:b w:val="0"/>
                <w:smallCaps w:val="0"/>
                <w:szCs w:val="24"/>
              </w:rPr>
              <w:t xml:space="preserve"> programów</w:t>
            </w:r>
            <w:r w:rsidR="00CC5DC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04DD1"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="00CC5DCE">
              <w:rPr>
                <w:rFonts w:ascii="Corbel" w:hAnsi="Corbel"/>
                <w:b w:val="0"/>
                <w:smallCaps w:val="0"/>
                <w:szCs w:val="24"/>
              </w:rPr>
              <w:t xml:space="preserve">form działań pomocowych </w:t>
            </w:r>
            <w:r w:rsidR="00A93ECA">
              <w:rPr>
                <w:rFonts w:ascii="Corbel" w:hAnsi="Corbel"/>
                <w:b w:val="0"/>
                <w:smallCaps w:val="0"/>
                <w:szCs w:val="24"/>
              </w:rPr>
              <w:t>z rodziną i na rzecz rodziny</w:t>
            </w:r>
            <w:r w:rsidR="00870B7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E76BE8" w:rsidRDefault="00E76BE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A93ECA" w:rsidRPr="009C54AE" w:rsidTr="005E6E85">
        <w:tc>
          <w:tcPr>
            <w:tcW w:w="1701" w:type="dxa"/>
          </w:tcPr>
          <w:p w:rsidR="00E76BE8" w:rsidRPr="009C54AE" w:rsidRDefault="00A41C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E76BE8" w:rsidRPr="009C54AE" w:rsidRDefault="004A48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Podejmie indywidualne i zespołowe działania </w:t>
            </w:r>
            <w:r w:rsidR="00870B78">
              <w:rPr>
                <w:rFonts w:ascii="Corbel" w:hAnsi="Corbel"/>
                <w:b w:val="0"/>
                <w:smallCaps w:val="0"/>
                <w:szCs w:val="24"/>
              </w:rPr>
              <w:t>pomocowe</w:t>
            </w:r>
            <w:r w:rsidR="00A93EC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A1599">
              <w:rPr>
                <w:rFonts w:ascii="Corbel" w:hAnsi="Corbel"/>
                <w:b w:val="0"/>
                <w:smallCaps w:val="0"/>
                <w:szCs w:val="24"/>
              </w:rPr>
              <w:t xml:space="preserve">w środowisku na rzecz rodziny </w:t>
            </w:r>
          </w:p>
        </w:tc>
        <w:tc>
          <w:tcPr>
            <w:tcW w:w="1873" w:type="dxa"/>
          </w:tcPr>
          <w:p w:rsidR="00E76BE8" w:rsidRDefault="00E76BE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D03888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9C54AE" w:rsidTr="00D03888">
        <w:tc>
          <w:tcPr>
            <w:tcW w:w="9520" w:type="dxa"/>
          </w:tcPr>
          <w:p w:rsidR="0085747A" w:rsidRPr="009C54AE" w:rsidRDefault="00D0388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9454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Pomoc i wsparcie rodziny – rodzaje rodzin, działania pomocowe na rzecz rodziny, rodzaje programów</w:t>
            </w:r>
            <w:r w:rsidR="00A8011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9454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Koncepcja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empowerment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w działaniach na rzecz rodziny</w:t>
            </w:r>
            <w:r w:rsidR="00A8011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94544" w:rsidRPr="009C54AE" w:rsidTr="00923D7D">
        <w:tc>
          <w:tcPr>
            <w:tcW w:w="9639" w:type="dxa"/>
          </w:tcPr>
          <w:p w:rsidR="00794544" w:rsidRPr="009C54AE" w:rsidRDefault="0079454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zmian w środowisku rodzinnym</w:t>
            </w:r>
            <w:r w:rsidR="00A8011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94544" w:rsidRPr="009C54AE" w:rsidTr="00923D7D">
        <w:tc>
          <w:tcPr>
            <w:tcW w:w="9639" w:type="dxa"/>
          </w:tcPr>
          <w:p w:rsidR="00794544" w:rsidRPr="009C54AE" w:rsidRDefault="0079454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Diagnoza rodziny </w:t>
            </w:r>
            <w:r w:rsidR="00870B78">
              <w:rPr>
                <w:rFonts w:ascii="Corbel" w:hAnsi="Corbel"/>
                <w:sz w:val="24"/>
                <w:szCs w:val="24"/>
              </w:rPr>
              <w:t>– pojęcie i specyfika diagnozy rodziny, techniki diagnostyczne: środowiskowy wywiad rodzinny, techniki graficzne</w:t>
            </w:r>
          </w:p>
        </w:tc>
      </w:tr>
      <w:tr w:rsidR="00794544" w:rsidRPr="009C54AE" w:rsidTr="00923D7D">
        <w:tc>
          <w:tcPr>
            <w:tcW w:w="9639" w:type="dxa"/>
          </w:tcPr>
          <w:p w:rsidR="00794544" w:rsidRPr="009C54AE" w:rsidRDefault="0079454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 pracy z rodziną</w:t>
            </w:r>
            <w:r w:rsidR="00216BA9">
              <w:rPr>
                <w:rFonts w:ascii="Corbel" w:hAnsi="Corbel"/>
                <w:sz w:val="24"/>
                <w:szCs w:val="24"/>
              </w:rPr>
              <w:t xml:space="preserve"> – analiza </w:t>
            </w:r>
            <w:r w:rsidR="00AB4969">
              <w:rPr>
                <w:rFonts w:ascii="Corbel" w:hAnsi="Corbel"/>
                <w:sz w:val="24"/>
                <w:szCs w:val="24"/>
              </w:rPr>
              <w:t xml:space="preserve">struktury </w:t>
            </w:r>
            <w:r w:rsidR="00216BA9">
              <w:rPr>
                <w:rFonts w:ascii="Corbel" w:hAnsi="Corbel"/>
                <w:sz w:val="24"/>
                <w:szCs w:val="24"/>
              </w:rPr>
              <w:t>planu</w:t>
            </w:r>
            <w:r w:rsidR="00AB4969">
              <w:rPr>
                <w:rFonts w:ascii="Corbel" w:hAnsi="Corbel"/>
                <w:sz w:val="24"/>
                <w:szCs w:val="24"/>
              </w:rPr>
              <w:t xml:space="preserve"> pracy z rodziną</w:t>
            </w:r>
            <w:r w:rsidR="00216BA9">
              <w:rPr>
                <w:rFonts w:ascii="Corbel" w:hAnsi="Corbel"/>
                <w:sz w:val="24"/>
                <w:szCs w:val="24"/>
              </w:rPr>
              <w:t>, konstruowanie planu pracy z rodziną.</w:t>
            </w:r>
          </w:p>
        </w:tc>
      </w:tr>
      <w:tr w:rsidR="00794544" w:rsidRPr="009C54AE" w:rsidTr="00923D7D">
        <w:tc>
          <w:tcPr>
            <w:tcW w:w="9639" w:type="dxa"/>
          </w:tcPr>
          <w:p w:rsidR="00794544" w:rsidRPr="009C54AE" w:rsidRDefault="0079454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Kontrakt socjalny i jego etapy</w:t>
            </w:r>
            <w:r w:rsidR="00216BA9">
              <w:rPr>
                <w:rFonts w:ascii="Corbel" w:hAnsi="Corbel"/>
                <w:sz w:val="24"/>
                <w:szCs w:val="24"/>
              </w:rPr>
              <w:t xml:space="preserve"> – analiza </w:t>
            </w:r>
            <w:r w:rsidR="00AB4969">
              <w:rPr>
                <w:rFonts w:ascii="Corbel" w:hAnsi="Corbel"/>
                <w:sz w:val="24"/>
                <w:szCs w:val="24"/>
              </w:rPr>
              <w:t xml:space="preserve">struktury </w:t>
            </w:r>
            <w:r w:rsidR="00216BA9">
              <w:rPr>
                <w:rFonts w:ascii="Corbel" w:hAnsi="Corbel"/>
                <w:sz w:val="24"/>
                <w:szCs w:val="24"/>
              </w:rPr>
              <w:t>kontraktu, konstruowanie kontraktu socjalnego z rodziną.</w:t>
            </w:r>
          </w:p>
        </w:tc>
      </w:tr>
      <w:tr w:rsidR="00794544" w:rsidRPr="009C54AE" w:rsidTr="00923D7D">
        <w:tc>
          <w:tcPr>
            <w:tcW w:w="9639" w:type="dxa"/>
          </w:tcPr>
          <w:p w:rsidR="00794544" w:rsidRPr="009C54AE" w:rsidRDefault="0079454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 socjalny – istota i rodzaje projektów socjalnych, założenia metodologiczne, ogólna struktura projektu</w:t>
            </w:r>
          </w:p>
        </w:tc>
      </w:tr>
      <w:tr w:rsidR="00794544" w:rsidRPr="009C54AE" w:rsidTr="00923D7D">
        <w:tc>
          <w:tcPr>
            <w:tcW w:w="9639" w:type="dxa"/>
          </w:tcPr>
          <w:p w:rsidR="00794544" w:rsidRPr="009C54AE" w:rsidRDefault="0079454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 socjalny – faza konceptualizacji, faza operacjonalizacji</w:t>
            </w:r>
            <w:r w:rsidR="00C569CB">
              <w:rPr>
                <w:rFonts w:ascii="Corbel" w:hAnsi="Corbel"/>
                <w:sz w:val="24"/>
                <w:szCs w:val="24"/>
              </w:rPr>
              <w:t>, harmonogram realizacji działań, budżet projektu, faza ewaluacji działań projektowych w środowisku rodzinnym</w:t>
            </w:r>
            <w:r w:rsidR="00216BA9"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AB4969">
              <w:rPr>
                <w:rFonts w:ascii="Corbel" w:hAnsi="Corbel"/>
                <w:sz w:val="24"/>
                <w:szCs w:val="24"/>
              </w:rPr>
              <w:t xml:space="preserve">analiza poszczególnych faz/etapów projektu, </w:t>
            </w:r>
            <w:r w:rsidR="00216BA9">
              <w:rPr>
                <w:rFonts w:ascii="Corbel" w:hAnsi="Corbel"/>
                <w:sz w:val="24"/>
                <w:szCs w:val="24"/>
              </w:rPr>
              <w:t>konstruowanie projektu socjalnego skierowanego na wsparcie rodziny.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C569C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 animacyjny w środowisku lokalnym</w:t>
            </w:r>
            <w:r w:rsidR="00216BA9">
              <w:rPr>
                <w:rFonts w:ascii="Corbel" w:hAnsi="Corbel"/>
                <w:sz w:val="24"/>
                <w:szCs w:val="24"/>
              </w:rPr>
              <w:t xml:space="preserve"> – analiza </w:t>
            </w:r>
            <w:r w:rsidR="00AB4969">
              <w:rPr>
                <w:rFonts w:ascii="Corbel" w:hAnsi="Corbel"/>
                <w:sz w:val="24"/>
                <w:szCs w:val="24"/>
              </w:rPr>
              <w:t>struktury projektu.</w:t>
            </w:r>
          </w:p>
        </w:tc>
      </w:tr>
      <w:tr w:rsidR="00C569CB" w:rsidRPr="009C54AE" w:rsidTr="00923D7D">
        <w:tc>
          <w:tcPr>
            <w:tcW w:w="9639" w:type="dxa"/>
          </w:tcPr>
          <w:p w:rsidR="00C569CB" w:rsidRDefault="00C569C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modele konstruowania programów w zakresie profilaktyki pierwszorzędowej (uniwersalnej) skierowane ku rodzinie</w:t>
            </w:r>
          </w:p>
        </w:tc>
      </w:tr>
      <w:tr w:rsidR="00C569CB" w:rsidRPr="009C54AE" w:rsidTr="00923D7D">
        <w:tc>
          <w:tcPr>
            <w:tcW w:w="9639" w:type="dxa"/>
          </w:tcPr>
          <w:p w:rsidR="00C569CB" w:rsidRDefault="00C569C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Programy wczesnej interwencji – istota wczesnej interwencji, ogólna i szczegółowa charakterystyka programów wczesnej interwencji</w:t>
            </w:r>
          </w:p>
        </w:tc>
      </w:tr>
      <w:tr w:rsidR="00C569CB" w:rsidRPr="009C54AE" w:rsidTr="00923D7D">
        <w:tc>
          <w:tcPr>
            <w:tcW w:w="9639" w:type="dxa"/>
          </w:tcPr>
          <w:p w:rsidR="00C569CB" w:rsidRDefault="0014002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Działania pomocowe i wspierające rodzinę w l</w:t>
            </w:r>
            <w:r w:rsidR="00C569CB">
              <w:rPr>
                <w:rFonts w:ascii="Corbel" w:hAnsi="Corbel"/>
                <w:sz w:val="24"/>
                <w:szCs w:val="24"/>
              </w:rPr>
              <w:t>okaln</w:t>
            </w:r>
            <w:r>
              <w:rPr>
                <w:rFonts w:ascii="Corbel" w:hAnsi="Corbel"/>
                <w:sz w:val="24"/>
                <w:szCs w:val="24"/>
              </w:rPr>
              <w:t>ych</w:t>
            </w:r>
            <w:r w:rsidR="00C569CB">
              <w:rPr>
                <w:rFonts w:ascii="Corbel" w:hAnsi="Corbel"/>
                <w:sz w:val="24"/>
                <w:szCs w:val="24"/>
              </w:rPr>
              <w:t xml:space="preserve"> (gminn</w:t>
            </w:r>
            <w:r>
              <w:rPr>
                <w:rFonts w:ascii="Corbel" w:hAnsi="Corbel"/>
                <w:sz w:val="24"/>
                <w:szCs w:val="24"/>
              </w:rPr>
              <w:t>ych</w:t>
            </w:r>
            <w:r w:rsidR="00C569CB">
              <w:rPr>
                <w:rFonts w:ascii="Corbel" w:hAnsi="Corbel"/>
                <w:sz w:val="24"/>
                <w:szCs w:val="24"/>
              </w:rPr>
              <w:t>) program</w:t>
            </w:r>
            <w:r>
              <w:rPr>
                <w:rFonts w:ascii="Corbel" w:hAnsi="Corbel"/>
                <w:sz w:val="24"/>
                <w:szCs w:val="24"/>
              </w:rPr>
              <w:t>ach</w:t>
            </w:r>
            <w:r w:rsidR="00C569CB">
              <w:rPr>
                <w:rFonts w:ascii="Corbel" w:hAnsi="Corbel"/>
                <w:sz w:val="24"/>
                <w:szCs w:val="24"/>
              </w:rPr>
              <w:t xml:space="preserve"> wspierania rodziny</w:t>
            </w:r>
            <w:r w:rsidR="00216BA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D0C4A" w:rsidRPr="009C54AE" w:rsidTr="00923D7D">
        <w:tc>
          <w:tcPr>
            <w:tcW w:w="9639" w:type="dxa"/>
          </w:tcPr>
          <w:p w:rsidR="003D0C4A" w:rsidRDefault="0014002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Działania pomocowe i wspierające rodzinę w l</w:t>
            </w:r>
            <w:r w:rsidR="003D0C4A">
              <w:rPr>
                <w:rFonts w:ascii="Corbel" w:hAnsi="Corbel"/>
                <w:sz w:val="24"/>
                <w:szCs w:val="24"/>
              </w:rPr>
              <w:t>okaln</w:t>
            </w:r>
            <w:r>
              <w:rPr>
                <w:rFonts w:ascii="Corbel" w:hAnsi="Corbel"/>
                <w:sz w:val="24"/>
                <w:szCs w:val="24"/>
              </w:rPr>
              <w:t>ych</w:t>
            </w:r>
            <w:r w:rsidR="003D0C4A">
              <w:rPr>
                <w:rFonts w:ascii="Corbel" w:hAnsi="Corbel"/>
                <w:sz w:val="24"/>
                <w:szCs w:val="24"/>
              </w:rPr>
              <w:t xml:space="preserve"> program</w:t>
            </w:r>
            <w:r>
              <w:rPr>
                <w:rFonts w:ascii="Corbel" w:hAnsi="Corbel"/>
                <w:sz w:val="24"/>
                <w:szCs w:val="24"/>
              </w:rPr>
              <w:t>ach</w:t>
            </w:r>
            <w:r w:rsidR="003D0C4A">
              <w:rPr>
                <w:rFonts w:ascii="Corbel" w:hAnsi="Corbel"/>
                <w:sz w:val="24"/>
                <w:szCs w:val="24"/>
              </w:rPr>
              <w:t xml:space="preserve"> wsparcia skierowan</w:t>
            </w:r>
            <w:r>
              <w:rPr>
                <w:rFonts w:ascii="Corbel" w:hAnsi="Corbel"/>
                <w:sz w:val="24"/>
                <w:szCs w:val="24"/>
              </w:rPr>
              <w:t>ych</w:t>
            </w:r>
            <w:r w:rsidR="003D0C4A">
              <w:rPr>
                <w:rFonts w:ascii="Corbel" w:hAnsi="Corbel"/>
                <w:sz w:val="24"/>
                <w:szCs w:val="24"/>
              </w:rPr>
              <w:t xml:space="preserve"> do rodzin z problemem przemocy domowej, rodzin z problemem alkoholowy</w:t>
            </w:r>
            <w:r w:rsidR="00216BA9">
              <w:rPr>
                <w:rFonts w:ascii="Corbel" w:hAnsi="Corbel"/>
                <w:sz w:val="24"/>
                <w:szCs w:val="24"/>
              </w:rPr>
              <w:t>m.</w:t>
            </w:r>
          </w:p>
        </w:tc>
      </w:tr>
      <w:tr w:rsidR="003D0C4A" w:rsidRPr="009C54AE" w:rsidTr="00923D7D">
        <w:tc>
          <w:tcPr>
            <w:tcW w:w="9639" w:type="dxa"/>
          </w:tcPr>
          <w:p w:rsidR="003D0C4A" w:rsidRDefault="003D0C4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Wsparcie dla rodzin w sytuacji bezrobocia, niepełnosprawności, wsparcie dla seniorów</w:t>
            </w:r>
            <w:r w:rsidR="00870B78">
              <w:rPr>
                <w:rFonts w:ascii="Corbel" w:hAnsi="Corbel"/>
                <w:sz w:val="24"/>
                <w:szCs w:val="24"/>
              </w:rPr>
              <w:t xml:space="preserve"> w lokalnych programach pomocowych.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70B7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Elementy w</w:t>
      </w:r>
      <w:r w:rsidR="003D0C4A">
        <w:rPr>
          <w:rFonts w:ascii="Corbel" w:hAnsi="Corbel"/>
          <w:b w:val="0"/>
          <w:smallCaps w:val="0"/>
          <w:szCs w:val="24"/>
        </w:rPr>
        <w:t>ykład</w:t>
      </w:r>
      <w:r>
        <w:rPr>
          <w:rFonts w:ascii="Corbel" w:hAnsi="Corbel"/>
          <w:b w:val="0"/>
          <w:smallCaps w:val="0"/>
          <w:szCs w:val="24"/>
        </w:rPr>
        <w:t>u</w:t>
      </w:r>
      <w:r w:rsidR="003D0C4A">
        <w:rPr>
          <w:rFonts w:ascii="Corbel" w:hAnsi="Corbel"/>
          <w:b w:val="0"/>
          <w:smallCaps w:val="0"/>
          <w:szCs w:val="24"/>
        </w:rPr>
        <w:t xml:space="preserve"> informacyjn</w:t>
      </w:r>
      <w:r>
        <w:rPr>
          <w:rFonts w:ascii="Corbel" w:hAnsi="Corbel"/>
          <w:b w:val="0"/>
          <w:smallCaps w:val="0"/>
          <w:szCs w:val="24"/>
        </w:rPr>
        <w:t>ego</w:t>
      </w:r>
      <w:r w:rsidR="003D0C4A">
        <w:rPr>
          <w:rFonts w:ascii="Corbel" w:hAnsi="Corbel"/>
          <w:b w:val="0"/>
          <w:smallCaps w:val="0"/>
          <w:szCs w:val="24"/>
        </w:rPr>
        <w:t xml:space="preserve"> z prezentacją multimedialną, praca w grupach, dyskusja, analiza przypadków, analiza dokumentów, ćwiczenia praktyczne</w:t>
      </w:r>
      <w:r w:rsidR="00140022">
        <w:rPr>
          <w:rFonts w:ascii="Corbel" w:hAnsi="Corbel"/>
          <w:b w:val="0"/>
          <w:smallCaps w:val="0"/>
          <w:szCs w:val="24"/>
        </w:rPr>
        <w:t>, projekt</w:t>
      </w: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A219CF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D038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D03888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D0C4A" w:rsidRPr="009C54AE" w:rsidTr="00A219CF">
        <w:tc>
          <w:tcPr>
            <w:tcW w:w="1962" w:type="dxa"/>
            <w:vAlign w:val="center"/>
          </w:tcPr>
          <w:p w:rsidR="003D0C4A" w:rsidRPr="009C54AE" w:rsidRDefault="003D0C4A" w:rsidP="003D0C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41" w:type="dxa"/>
            <w:vAlign w:val="center"/>
          </w:tcPr>
          <w:p w:rsidR="003D0C4A" w:rsidRDefault="003D0C4A" w:rsidP="003D0C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projektowa</w:t>
            </w:r>
          </w:p>
        </w:tc>
        <w:tc>
          <w:tcPr>
            <w:tcW w:w="2117" w:type="dxa"/>
            <w:vAlign w:val="center"/>
          </w:tcPr>
          <w:p w:rsidR="003D0C4A" w:rsidRPr="009C54AE" w:rsidRDefault="00A219CF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3D0C4A" w:rsidRPr="009C54AE" w:rsidTr="00A219CF">
        <w:tc>
          <w:tcPr>
            <w:tcW w:w="1962" w:type="dxa"/>
            <w:vAlign w:val="center"/>
          </w:tcPr>
          <w:p w:rsidR="003D0C4A" w:rsidRPr="009C54AE" w:rsidRDefault="003D0C4A" w:rsidP="003D0C4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:rsidR="003D0C4A" w:rsidRDefault="003D0C4A" w:rsidP="003D0C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projektowa</w:t>
            </w:r>
          </w:p>
        </w:tc>
        <w:tc>
          <w:tcPr>
            <w:tcW w:w="2117" w:type="dxa"/>
            <w:vAlign w:val="center"/>
          </w:tcPr>
          <w:p w:rsidR="003D0C4A" w:rsidRPr="009C54AE" w:rsidRDefault="00A219CF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3D0C4A" w:rsidRPr="009C54AE" w:rsidTr="00A219CF">
        <w:tc>
          <w:tcPr>
            <w:tcW w:w="1962" w:type="dxa"/>
            <w:vAlign w:val="center"/>
          </w:tcPr>
          <w:p w:rsidR="003D0C4A" w:rsidRPr="009C54AE" w:rsidRDefault="003D0C4A" w:rsidP="003D0C4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:rsidR="003D0C4A" w:rsidRDefault="003D0C4A" w:rsidP="003D0C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projektowa, obserwacja w trakcie zajęć</w:t>
            </w:r>
          </w:p>
        </w:tc>
        <w:tc>
          <w:tcPr>
            <w:tcW w:w="2117" w:type="dxa"/>
            <w:vAlign w:val="center"/>
          </w:tcPr>
          <w:p w:rsidR="003D0C4A" w:rsidRPr="009C54AE" w:rsidRDefault="00A219CF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3D0C4A" w:rsidRPr="009C54AE" w:rsidTr="00A219CF">
        <w:tc>
          <w:tcPr>
            <w:tcW w:w="1962" w:type="dxa"/>
            <w:vAlign w:val="center"/>
          </w:tcPr>
          <w:p w:rsidR="003D0C4A" w:rsidRPr="009C54AE" w:rsidRDefault="003D0C4A" w:rsidP="003D0C4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  <w:vAlign w:val="center"/>
          </w:tcPr>
          <w:p w:rsidR="003D0C4A" w:rsidRDefault="003D0C4A" w:rsidP="003D0C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projektowa, obserwacja w trakcie zajęć</w:t>
            </w:r>
          </w:p>
        </w:tc>
        <w:tc>
          <w:tcPr>
            <w:tcW w:w="2117" w:type="dxa"/>
            <w:vAlign w:val="center"/>
          </w:tcPr>
          <w:p w:rsidR="003D0C4A" w:rsidRPr="009C54AE" w:rsidRDefault="00A219CF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3D0C4A" w:rsidRPr="009C54AE" w:rsidTr="00A219CF">
        <w:tc>
          <w:tcPr>
            <w:tcW w:w="1962" w:type="dxa"/>
            <w:vAlign w:val="center"/>
          </w:tcPr>
          <w:p w:rsidR="003D0C4A" w:rsidRPr="009C54AE" w:rsidRDefault="003D0C4A" w:rsidP="003D0C4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  <w:vAlign w:val="center"/>
          </w:tcPr>
          <w:p w:rsidR="003D0C4A" w:rsidRDefault="003D0C4A" w:rsidP="003D0C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projektowa, obserwacja w trakcie zajęć</w:t>
            </w:r>
          </w:p>
        </w:tc>
        <w:tc>
          <w:tcPr>
            <w:tcW w:w="2117" w:type="dxa"/>
            <w:vAlign w:val="center"/>
          </w:tcPr>
          <w:p w:rsidR="003D0C4A" w:rsidRPr="009C54AE" w:rsidRDefault="00A219CF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3D0C4A" w:rsidRPr="009C54AE" w:rsidTr="00A219CF">
        <w:tc>
          <w:tcPr>
            <w:tcW w:w="1962" w:type="dxa"/>
            <w:vAlign w:val="center"/>
          </w:tcPr>
          <w:p w:rsidR="003D0C4A" w:rsidRPr="009C54AE" w:rsidRDefault="003D0C4A" w:rsidP="003D0C4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  <w:vAlign w:val="center"/>
          </w:tcPr>
          <w:p w:rsidR="003D0C4A" w:rsidRDefault="003D0C4A" w:rsidP="003D0C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projektowa, obserwacja w trakcie zajęć</w:t>
            </w:r>
          </w:p>
        </w:tc>
        <w:tc>
          <w:tcPr>
            <w:tcW w:w="2117" w:type="dxa"/>
            <w:vAlign w:val="center"/>
          </w:tcPr>
          <w:p w:rsidR="003D0C4A" w:rsidRPr="009C54AE" w:rsidRDefault="00A219CF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3D0C4A" w:rsidRPr="009C54AE" w:rsidTr="00A219CF">
        <w:tc>
          <w:tcPr>
            <w:tcW w:w="1962" w:type="dxa"/>
            <w:vAlign w:val="center"/>
          </w:tcPr>
          <w:p w:rsidR="003D0C4A" w:rsidRPr="009C54AE" w:rsidRDefault="003D0C4A" w:rsidP="003D0C4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1" w:type="dxa"/>
            <w:vAlign w:val="center"/>
          </w:tcPr>
          <w:p w:rsidR="003D0C4A" w:rsidRDefault="00AB4969" w:rsidP="003D0C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projektowa, o</w:t>
            </w:r>
            <w:r w:rsidR="003D0C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w trakcie zajęć, dyskusja</w:t>
            </w:r>
          </w:p>
        </w:tc>
        <w:tc>
          <w:tcPr>
            <w:tcW w:w="2117" w:type="dxa"/>
            <w:vAlign w:val="center"/>
          </w:tcPr>
          <w:p w:rsidR="003D0C4A" w:rsidRPr="009C54AE" w:rsidRDefault="00A219CF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Default="00A219CF" w:rsidP="00A2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 pisemne.</w:t>
            </w:r>
          </w:p>
          <w:p w:rsidR="00A219CF" w:rsidRDefault="00A219CF" w:rsidP="00A2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na zajęciach – wykonanie określonych zadań dydaktycznych</w:t>
            </w:r>
            <w:r w:rsidR="004A4876">
              <w:rPr>
                <w:rFonts w:ascii="Corbel" w:hAnsi="Corbel"/>
                <w:b w:val="0"/>
                <w:smallCaps w:val="0"/>
                <w:szCs w:val="24"/>
              </w:rPr>
              <w:t xml:space="preserve"> (praca w grupach i praca indywidualna)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85747A" w:rsidRPr="009C54AE" w:rsidRDefault="00A219C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Wykonanie pracy projektowej na temat zadany przez prowadzącego.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A219CF" w:rsidP="00AB496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C61DC5" w:rsidRPr="009C54AE" w:rsidRDefault="00A219CF" w:rsidP="00AB496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A219CF">
              <w:rPr>
                <w:rFonts w:ascii="Corbel" w:hAnsi="Corbel"/>
                <w:sz w:val="24"/>
                <w:szCs w:val="24"/>
              </w:rPr>
              <w:t xml:space="preserve"> studiowanie literatury,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04DD1">
              <w:rPr>
                <w:rFonts w:ascii="Corbel" w:hAnsi="Corbel"/>
                <w:sz w:val="24"/>
                <w:szCs w:val="24"/>
              </w:rPr>
              <w:t>przygotowanie do kolokwium, napisanie</w:t>
            </w:r>
            <w:r w:rsidR="00A219CF">
              <w:rPr>
                <w:rFonts w:ascii="Corbel" w:hAnsi="Corbel"/>
                <w:sz w:val="24"/>
                <w:szCs w:val="24"/>
              </w:rPr>
              <w:t xml:space="preserve"> 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A219CF" w:rsidP="00AB496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A219CF" w:rsidP="00AB496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E723E8" w:rsidP="00AB496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AB496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573ABC" w:rsidRDefault="00573ABC" w:rsidP="00AB496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Gaś Z., </w:t>
            </w:r>
            <w:r w:rsidRPr="00573AB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Psychoprofilaktyka, Procedury konstruowania programów wczesnej interwencji,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Lublin 2000.</w:t>
            </w:r>
          </w:p>
          <w:p w:rsidR="00573ABC" w:rsidRDefault="00573ABC" w:rsidP="00AB496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Kantowicz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E., </w:t>
            </w:r>
            <w:r w:rsidRPr="00573AB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Elementy teorii i praktyki pracy socjalnej,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Olsztyn 2001 (rozdział 5, 6)</w:t>
            </w:r>
          </w:p>
          <w:p w:rsidR="00573ABC" w:rsidRDefault="00573ABC" w:rsidP="00AB496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3AB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Koncepcje i praktyka działania społecznego w pracy socjalnej,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pod red. E.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Kantowicz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Olsztyn 2011 (ro</w:t>
            </w:r>
            <w:r w:rsidR="00AB49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dział 3, 4, 5, 6, 11, 13)</w:t>
            </w:r>
            <w:r w:rsidR="00804D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</w:p>
          <w:p w:rsidR="00573ABC" w:rsidRDefault="00573ABC" w:rsidP="00AB496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Krasiejko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</w:t>
            </w:r>
            <w:r w:rsidRPr="00573AB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Metodyka działania asystenta rodziny. Różne modele pracy socjalnej i terapeutycznej z rodziną,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Katowice 2012,</w:t>
            </w:r>
          </w:p>
          <w:p w:rsidR="00573ABC" w:rsidRDefault="00573ABC" w:rsidP="00AB496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Krasiejko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</w:t>
            </w:r>
            <w:r w:rsidRPr="00573AB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Praca socjalna w praktyce asystenta rodziny: przykład podejścia skoncentrowanego na rozwiązaniach,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Katowice 2013,</w:t>
            </w:r>
          </w:p>
          <w:p w:rsidR="00573ABC" w:rsidRDefault="00573ABC" w:rsidP="00AB496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Lipowicz E., </w:t>
            </w:r>
            <w:r w:rsidRPr="00573AB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Praca socjalna z rodziną. Diagnozowanie – projektowanie – zmiana,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Zielona Góra 2014,</w:t>
            </w:r>
          </w:p>
          <w:p w:rsidR="00F229DB" w:rsidRPr="009C54AE" w:rsidRDefault="00573ABC" w:rsidP="00AB496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3AB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Praca socjalna wobec współczesnych problemów społecznych,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red. S. Pawlak-Czyż, Toruń 2007.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F229DB" w:rsidRDefault="0085747A" w:rsidP="00AB496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573ABC" w:rsidRDefault="00573ABC" w:rsidP="00AB496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Badura-Madej W., Dobrzyńska-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Mesterhazy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A., </w:t>
            </w:r>
            <w:r w:rsidRPr="00573A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Przemoc w rodzinie. Interwencja kryzysowa i psychoterapia,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Kraków 2000,</w:t>
            </w:r>
          </w:p>
          <w:p w:rsidR="00573ABC" w:rsidRDefault="00573ABC" w:rsidP="00AB496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Gaś Z., </w:t>
            </w:r>
            <w:r w:rsidRPr="00573A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w szkole,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Warszawa 2006,</w:t>
            </w:r>
          </w:p>
          <w:p w:rsidR="00573ABC" w:rsidRDefault="00573ABC" w:rsidP="00AB496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3AB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Praca socjalno-wychowawcza z rodziną w ujęciu wybranych koncepcji. Analiza metodycznego działania z osobami potrzebującymi pomocy,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pod red. I.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Krasiejko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M.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Ciczkowskiej-Giedziun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2016,</w:t>
            </w:r>
          </w:p>
          <w:p w:rsidR="00573ABC" w:rsidRDefault="00573ABC" w:rsidP="00AB496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573A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Rodzicielstwo w sytuacji dezintegracji rodziny i możliwości wspomagania rodziców,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red. J.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Brągiel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B. Górnicka, Opole 2014,</w:t>
            </w:r>
          </w:p>
          <w:p w:rsidR="00573ABC" w:rsidRDefault="00573ABC" w:rsidP="00AB496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Szymańska J., </w:t>
            </w:r>
            <w:r w:rsidRPr="00573A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Programy profilaktyczne. Podstawy profesjonalnej psychoprofilaktyki,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Warszawa 2000.</w:t>
            </w:r>
          </w:p>
          <w:p w:rsidR="00F229DB" w:rsidRPr="00F229DB" w:rsidRDefault="00573ABC" w:rsidP="00AB496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Świątkiewicz G., </w:t>
            </w:r>
            <w:r w:rsidRPr="00573A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w środowisku lokalnym,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Warszawa 2002</w:t>
            </w:r>
            <w:r w:rsidR="00AB496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44E6" w:rsidRDefault="00DB44E6" w:rsidP="00C16ABF">
      <w:pPr>
        <w:spacing w:after="0" w:line="240" w:lineRule="auto"/>
      </w:pPr>
      <w:r>
        <w:separator/>
      </w:r>
    </w:p>
  </w:endnote>
  <w:endnote w:type="continuationSeparator" w:id="0">
    <w:p w:rsidR="00DB44E6" w:rsidRDefault="00DB44E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44E6" w:rsidRDefault="00DB44E6" w:rsidP="00C16ABF">
      <w:pPr>
        <w:spacing w:after="0" w:line="240" w:lineRule="auto"/>
      </w:pPr>
      <w:r>
        <w:separator/>
      </w:r>
    </w:p>
  </w:footnote>
  <w:footnote w:type="continuationSeparator" w:id="0">
    <w:p w:rsidR="00DB44E6" w:rsidRDefault="00DB44E6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CE92BB4"/>
    <w:multiLevelType w:val="hybridMultilevel"/>
    <w:tmpl w:val="2B2A5C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27"/>
    <w:rsid w:val="000077B4"/>
    <w:rsid w:val="00015B8F"/>
    <w:rsid w:val="00022ECE"/>
    <w:rsid w:val="00042A51"/>
    <w:rsid w:val="00042D2E"/>
    <w:rsid w:val="00044C82"/>
    <w:rsid w:val="00061F2F"/>
    <w:rsid w:val="00070ED6"/>
    <w:rsid w:val="000742DC"/>
    <w:rsid w:val="000835F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0A15"/>
    <w:rsid w:val="00124BFF"/>
    <w:rsid w:val="0012560E"/>
    <w:rsid w:val="00127108"/>
    <w:rsid w:val="00134B13"/>
    <w:rsid w:val="00140022"/>
    <w:rsid w:val="00146BC0"/>
    <w:rsid w:val="00153B71"/>
    <w:rsid w:val="00153C41"/>
    <w:rsid w:val="00154381"/>
    <w:rsid w:val="001640A7"/>
    <w:rsid w:val="00164FA7"/>
    <w:rsid w:val="00166A03"/>
    <w:rsid w:val="0017134B"/>
    <w:rsid w:val="001718A7"/>
    <w:rsid w:val="00172AC3"/>
    <w:rsid w:val="001737CF"/>
    <w:rsid w:val="00175A4C"/>
    <w:rsid w:val="00176083"/>
    <w:rsid w:val="001770C7"/>
    <w:rsid w:val="00192F37"/>
    <w:rsid w:val="00193629"/>
    <w:rsid w:val="001A70D2"/>
    <w:rsid w:val="001C1F28"/>
    <w:rsid w:val="001D657B"/>
    <w:rsid w:val="001D7B54"/>
    <w:rsid w:val="001E0209"/>
    <w:rsid w:val="001E705E"/>
    <w:rsid w:val="001F2CA2"/>
    <w:rsid w:val="002144C0"/>
    <w:rsid w:val="00216BA9"/>
    <w:rsid w:val="0022477D"/>
    <w:rsid w:val="002278A9"/>
    <w:rsid w:val="002336F9"/>
    <w:rsid w:val="0024028F"/>
    <w:rsid w:val="00241110"/>
    <w:rsid w:val="00244ABC"/>
    <w:rsid w:val="00281FF2"/>
    <w:rsid w:val="0028317E"/>
    <w:rsid w:val="002857DE"/>
    <w:rsid w:val="00287BD8"/>
    <w:rsid w:val="00291567"/>
    <w:rsid w:val="002A1599"/>
    <w:rsid w:val="002A22BF"/>
    <w:rsid w:val="002A2389"/>
    <w:rsid w:val="002A5B8E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5C0B"/>
    <w:rsid w:val="00322CC6"/>
    <w:rsid w:val="003343CF"/>
    <w:rsid w:val="003432CD"/>
    <w:rsid w:val="00346FE9"/>
    <w:rsid w:val="0034759A"/>
    <w:rsid w:val="003503F6"/>
    <w:rsid w:val="003530DD"/>
    <w:rsid w:val="00363F78"/>
    <w:rsid w:val="00380CA6"/>
    <w:rsid w:val="003A0A5B"/>
    <w:rsid w:val="003A1176"/>
    <w:rsid w:val="003A7FD7"/>
    <w:rsid w:val="003C0BAE"/>
    <w:rsid w:val="003D0C4A"/>
    <w:rsid w:val="003D18A9"/>
    <w:rsid w:val="003D6CE2"/>
    <w:rsid w:val="003E1941"/>
    <w:rsid w:val="003E2FE6"/>
    <w:rsid w:val="003E49D5"/>
    <w:rsid w:val="003F38C0"/>
    <w:rsid w:val="00403819"/>
    <w:rsid w:val="00414E3C"/>
    <w:rsid w:val="0042244A"/>
    <w:rsid w:val="0042745A"/>
    <w:rsid w:val="00431D5C"/>
    <w:rsid w:val="004362C6"/>
    <w:rsid w:val="00437FA2"/>
    <w:rsid w:val="004400B8"/>
    <w:rsid w:val="00445970"/>
    <w:rsid w:val="0045729E"/>
    <w:rsid w:val="00461EFC"/>
    <w:rsid w:val="004652C2"/>
    <w:rsid w:val="004706D1"/>
    <w:rsid w:val="00471326"/>
    <w:rsid w:val="0047598D"/>
    <w:rsid w:val="004840FD"/>
    <w:rsid w:val="00487A53"/>
    <w:rsid w:val="00490F7D"/>
    <w:rsid w:val="00491678"/>
    <w:rsid w:val="004968E2"/>
    <w:rsid w:val="004A3EEA"/>
    <w:rsid w:val="004A4876"/>
    <w:rsid w:val="004A4D1F"/>
    <w:rsid w:val="004C436B"/>
    <w:rsid w:val="004D5282"/>
    <w:rsid w:val="004F1551"/>
    <w:rsid w:val="004F55A3"/>
    <w:rsid w:val="0050496F"/>
    <w:rsid w:val="00513B6F"/>
    <w:rsid w:val="00517C63"/>
    <w:rsid w:val="00523487"/>
    <w:rsid w:val="00526C94"/>
    <w:rsid w:val="005363C4"/>
    <w:rsid w:val="00536BDE"/>
    <w:rsid w:val="00543ACC"/>
    <w:rsid w:val="00550540"/>
    <w:rsid w:val="0056696D"/>
    <w:rsid w:val="005738AE"/>
    <w:rsid w:val="00573ABC"/>
    <w:rsid w:val="00573EF9"/>
    <w:rsid w:val="0059484D"/>
    <w:rsid w:val="005A0855"/>
    <w:rsid w:val="005A3196"/>
    <w:rsid w:val="005A4FEF"/>
    <w:rsid w:val="005A6F5C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0CA5"/>
    <w:rsid w:val="00647FA8"/>
    <w:rsid w:val="00650C5F"/>
    <w:rsid w:val="00654934"/>
    <w:rsid w:val="006620D9"/>
    <w:rsid w:val="00671958"/>
    <w:rsid w:val="00675843"/>
    <w:rsid w:val="00685D89"/>
    <w:rsid w:val="00696477"/>
    <w:rsid w:val="006B6B58"/>
    <w:rsid w:val="006C54AB"/>
    <w:rsid w:val="006D050F"/>
    <w:rsid w:val="006D6139"/>
    <w:rsid w:val="006E285B"/>
    <w:rsid w:val="006E5D65"/>
    <w:rsid w:val="006F1282"/>
    <w:rsid w:val="006F1FBC"/>
    <w:rsid w:val="006F31E2"/>
    <w:rsid w:val="00703947"/>
    <w:rsid w:val="00705F51"/>
    <w:rsid w:val="00706544"/>
    <w:rsid w:val="007072BA"/>
    <w:rsid w:val="0071620A"/>
    <w:rsid w:val="00724677"/>
    <w:rsid w:val="00725459"/>
    <w:rsid w:val="007327BD"/>
    <w:rsid w:val="00734608"/>
    <w:rsid w:val="0073712E"/>
    <w:rsid w:val="00745302"/>
    <w:rsid w:val="007461D6"/>
    <w:rsid w:val="00746EC8"/>
    <w:rsid w:val="00763BF1"/>
    <w:rsid w:val="00766FD4"/>
    <w:rsid w:val="0077243F"/>
    <w:rsid w:val="0078168C"/>
    <w:rsid w:val="00787C2A"/>
    <w:rsid w:val="00790E27"/>
    <w:rsid w:val="00794544"/>
    <w:rsid w:val="007A4022"/>
    <w:rsid w:val="007A6E6E"/>
    <w:rsid w:val="007B55D5"/>
    <w:rsid w:val="007C3299"/>
    <w:rsid w:val="007C3BCC"/>
    <w:rsid w:val="007C4546"/>
    <w:rsid w:val="007D6E56"/>
    <w:rsid w:val="007F1652"/>
    <w:rsid w:val="007F4155"/>
    <w:rsid w:val="0080379F"/>
    <w:rsid w:val="00804DD1"/>
    <w:rsid w:val="0081554D"/>
    <w:rsid w:val="0081707E"/>
    <w:rsid w:val="008449B3"/>
    <w:rsid w:val="0085747A"/>
    <w:rsid w:val="00870B78"/>
    <w:rsid w:val="00873910"/>
    <w:rsid w:val="00884922"/>
    <w:rsid w:val="00885F64"/>
    <w:rsid w:val="008917F9"/>
    <w:rsid w:val="008A45F7"/>
    <w:rsid w:val="008B43D7"/>
    <w:rsid w:val="008C0CC0"/>
    <w:rsid w:val="008C19A9"/>
    <w:rsid w:val="008C379D"/>
    <w:rsid w:val="008C5147"/>
    <w:rsid w:val="008C5359"/>
    <w:rsid w:val="008C5363"/>
    <w:rsid w:val="008D3DFB"/>
    <w:rsid w:val="008E64F4"/>
    <w:rsid w:val="008E6B0D"/>
    <w:rsid w:val="008F12C9"/>
    <w:rsid w:val="008F6E29"/>
    <w:rsid w:val="00916188"/>
    <w:rsid w:val="00923D7D"/>
    <w:rsid w:val="00945B08"/>
    <w:rsid w:val="009508DF"/>
    <w:rsid w:val="00950DAC"/>
    <w:rsid w:val="00954A07"/>
    <w:rsid w:val="00956799"/>
    <w:rsid w:val="0095734A"/>
    <w:rsid w:val="00997F14"/>
    <w:rsid w:val="009A78CD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19CF"/>
    <w:rsid w:val="00A220D2"/>
    <w:rsid w:val="00A2245B"/>
    <w:rsid w:val="00A30110"/>
    <w:rsid w:val="00A36899"/>
    <w:rsid w:val="00A371F6"/>
    <w:rsid w:val="00A40C29"/>
    <w:rsid w:val="00A41CCB"/>
    <w:rsid w:val="00A43BF6"/>
    <w:rsid w:val="00A53FA5"/>
    <w:rsid w:val="00A54817"/>
    <w:rsid w:val="00A57E8D"/>
    <w:rsid w:val="00A601C8"/>
    <w:rsid w:val="00A60799"/>
    <w:rsid w:val="00A738AF"/>
    <w:rsid w:val="00A7732B"/>
    <w:rsid w:val="00A80116"/>
    <w:rsid w:val="00A84C85"/>
    <w:rsid w:val="00A93ECA"/>
    <w:rsid w:val="00A97DE1"/>
    <w:rsid w:val="00AB053C"/>
    <w:rsid w:val="00AB4969"/>
    <w:rsid w:val="00AC3592"/>
    <w:rsid w:val="00AD1146"/>
    <w:rsid w:val="00AD27D3"/>
    <w:rsid w:val="00AD66D6"/>
    <w:rsid w:val="00AE1160"/>
    <w:rsid w:val="00AE203C"/>
    <w:rsid w:val="00AE2E74"/>
    <w:rsid w:val="00AE5FCB"/>
    <w:rsid w:val="00AF2C1E"/>
    <w:rsid w:val="00AF68F2"/>
    <w:rsid w:val="00B06142"/>
    <w:rsid w:val="00B135B1"/>
    <w:rsid w:val="00B3130B"/>
    <w:rsid w:val="00B40ADB"/>
    <w:rsid w:val="00B43B77"/>
    <w:rsid w:val="00B43E80"/>
    <w:rsid w:val="00B4489F"/>
    <w:rsid w:val="00B607DB"/>
    <w:rsid w:val="00B66529"/>
    <w:rsid w:val="00B75946"/>
    <w:rsid w:val="00B8056E"/>
    <w:rsid w:val="00B819C8"/>
    <w:rsid w:val="00B82308"/>
    <w:rsid w:val="00B8442A"/>
    <w:rsid w:val="00B90885"/>
    <w:rsid w:val="00BB520A"/>
    <w:rsid w:val="00BD3869"/>
    <w:rsid w:val="00BD66E9"/>
    <w:rsid w:val="00BD6FF4"/>
    <w:rsid w:val="00BE6880"/>
    <w:rsid w:val="00BF2C41"/>
    <w:rsid w:val="00C058B4"/>
    <w:rsid w:val="00C05F44"/>
    <w:rsid w:val="00C07DF2"/>
    <w:rsid w:val="00C131B5"/>
    <w:rsid w:val="00C16ABF"/>
    <w:rsid w:val="00C170AE"/>
    <w:rsid w:val="00C26CB7"/>
    <w:rsid w:val="00C324C1"/>
    <w:rsid w:val="00C36992"/>
    <w:rsid w:val="00C56036"/>
    <w:rsid w:val="00C569CB"/>
    <w:rsid w:val="00C61DC5"/>
    <w:rsid w:val="00C67E92"/>
    <w:rsid w:val="00C70A26"/>
    <w:rsid w:val="00C766DF"/>
    <w:rsid w:val="00C94B98"/>
    <w:rsid w:val="00CA2B96"/>
    <w:rsid w:val="00CA5089"/>
    <w:rsid w:val="00CA773C"/>
    <w:rsid w:val="00CB42CB"/>
    <w:rsid w:val="00CC5DCE"/>
    <w:rsid w:val="00CD6897"/>
    <w:rsid w:val="00CE5BAC"/>
    <w:rsid w:val="00CF25BE"/>
    <w:rsid w:val="00CF3003"/>
    <w:rsid w:val="00CF78ED"/>
    <w:rsid w:val="00D02B25"/>
    <w:rsid w:val="00D02EBA"/>
    <w:rsid w:val="00D03888"/>
    <w:rsid w:val="00D17C3C"/>
    <w:rsid w:val="00D26B2C"/>
    <w:rsid w:val="00D31F50"/>
    <w:rsid w:val="00D352C9"/>
    <w:rsid w:val="00D35DE2"/>
    <w:rsid w:val="00D42292"/>
    <w:rsid w:val="00D425B2"/>
    <w:rsid w:val="00D428D6"/>
    <w:rsid w:val="00D552B2"/>
    <w:rsid w:val="00D608D1"/>
    <w:rsid w:val="00D74119"/>
    <w:rsid w:val="00D8075B"/>
    <w:rsid w:val="00D8678B"/>
    <w:rsid w:val="00DA2114"/>
    <w:rsid w:val="00DA4EBE"/>
    <w:rsid w:val="00DB0128"/>
    <w:rsid w:val="00DB44E6"/>
    <w:rsid w:val="00DC7CE5"/>
    <w:rsid w:val="00DE09C0"/>
    <w:rsid w:val="00DE4A14"/>
    <w:rsid w:val="00DF320D"/>
    <w:rsid w:val="00DF71C8"/>
    <w:rsid w:val="00E129B8"/>
    <w:rsid w:val="00E21E7D"/>
    <w:rsid w:val="00E22FBC"/>
    <w:rsid w:val="00E23578"/>
    <w:rsid w:val="00E24BF5"/>
    <w:rsid w:val="00E25338"/>
    <w:rsid w:val="00E27485"/>
    <w:rsid w:val="00E51E44"/>
    <w:rsid w:val="00E63348"/>
    <w:rsid w:val="00E723E8"/>
    <w:rsid w:val="00E76BE8"/>
    <w:rsid w:val="00E77E88"/>
    <w:rsid w:val="00E8107D"/>
    <w:rsid w:val="00E960BB"/>
    <w:rsid w:val="00E97DC8"/>
    <w:rsid w:val="00EA2074"/>
    <w:rsid w:val="00EA4832"/>
    <w:rsid w:val="00EA4E9D"/>
    <w:rsid w:val="00EB6F61"/>
    <w:rsid w:val="00EC4899"/>
    <w:rsid w:val="00ED03AB"/>
    <w:rsid w:val="00ED32D2"/>
    <w:rsid w:val="00EE32DE"/>
    <w:rsid w:val="00EE5457"/>
    <w:rsid w:val="00F070AB"/>
    <w:rsid w:val="00F17567"/>
    <w:rsid w:val="00F229DB"/>
    <w:rsid w:val="00F27A7B"/>
    <w:rsid w:val="00F526AF"/>
    <w:rsid w:val="00F617C3"/>
    <w:rsid w:val="00F7066B"/>
    <w:rsid w:val="00F76848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E69DD4-8999-46CC-BB1C-BC231329C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315C0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218A59-3366-4D82-8780-467711A60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1276</Words>
  <Characters>7660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11</cp:revision>
  <cp:lastPrinted>2019-02-06T12:12:00Z</cp:lastPrinted>
  <dcterms:created xsi:type="dcterms:W3CDTF">2021-01-11T14:48:00Z</dcterms:created>
  <dcterms:modified xsi:type="dcterms:W3CDTF">2022-02-23T12:40:00Z</dcterms:modified>
</cp:coreProperties>
</file>